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13329358" w:rsidR="00F862D6" w:rsidRPr="003E6B9A" w:rsidRDefault="006F1904" w:rsidP="0037111D">
            <w:r w:rsidRPr="006F1904">
              <w:rPr>
                <w:rFonts w:ascii="Helvetica" w:hAnsi="Helvetica"/>
              </w:rPr>
              <w:t>3584/2024-SŽ-SSV-Ú3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60047844" w:rsidR="00F862D6" w:rsidRPr="003E6B9A" w:rsidRDefault="0096340F" w:rsidP="00CC1E2B">
            <w:r w:rsidRPr="0096340F">
              <w:t>1</w:t>
            </w:r>
            <w:r w:rsidR="003E6B9A" w:rsidRPr="0096340F">
              <w:t>/</w:t>
            </w:r>
            <w:r w:rsidRPr="0096340F"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187AF400" w:rsidR="00F862D6" w:rsidRPr="003E6B9A" w:rsidRDefault="004256E8" w:rsidP="00FE3455">
            <w:r>
              <w:t>Ing. Kamila Přerovská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77D15D48" w:rsidR="009A7568" w:rsidRPr="003E6B9A" w:rsidRDefault="004256E8" w:rsidP="009A7568">
            <w:r>
              <w:t>+420 702 164 086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108E9D81" w:rsidR="009A7568" w:rsidRPr="003E6B9A" w:rsidRDefault="00293FE8" w:rsidP="006104F6">
            <w:hyperlink r:id="rId11" w:history="1">
              <w:r w:rsidR="004256E8" w:rsidRPr="00BD764F">
                <w:rPr>
                  <w:rStyle w:val="Hypertextovodkaz"/>
                </w:rPr>
                <w:t>Prerovska@spravazeleznic.cz</w:t>
              </w:r>
            </w:hyperlink>
            <w:r w:rsidR="004256E8">
              <w:t xml:space="preserve"> 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1F8B214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93FE8">
              <w:rPr>
                <w:noProof/>
              </w:rPr>
              <w:t>5. dubna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36ECFFE6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6F1904">
        <w:rPr>
          <w:rFonts w:eastAsia="Times New Roman" w:cs="Times New Roman"/>
          <w:lang w:eastAsia="cs-CZ"/>
        </w:rPr>
        <w:t>1</w:t>
      </w:r>
    </w:p>
    <w:p w14:paraId="1C466933" w14:textId="70184D9E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4256E8">
        <w:rPr>
          <w:rFonts w:eastAsia="Calibri" w:cs="Times New Roman"/>
          <w:b/>
          <w:lang w:eastAsia="cs-CZ"/>
        </w:rPr>
        <w:t>Výstavba PZS v km 100,674 (P7961) na trati Brno – Vlárský průsmyk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C4F47A3" w14:textId="3D420072" w:rsidR="00CB7B5A" w:rsidRPr="006F1904" w:rsidRDefault="006F1904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</w:t>
      </w:r>
      <w:r w:rsidRPr="006F1904">
        <w:rPr>
          <w:rFonts w:eastAsia="Calibri" w:cs="Times New Roman"/>
          <w:lang w:eastAsia="cs-CZ"/>
        </w:rPr>
        <w:t xml:space="preserve"> celkové rekapitulaci chybí objekt SO 11-20-05, Most v km 100,665.</w:t>
      </w:r>
      <w:r w:rsidRPr="006F1904">
        <w:rPr>
          <w:rFonts w:eastAsia="Calibri" w:cs="Times New Roman"/>
          <w:lang w:eastAsia="cs-CZ"/>
        </w:rPr>
        <w:br/>
        <w:t>Prosíme zadavatele o doplnění.</w:t>
      </w:r>
    </w:p>
    <w:p w14:paraId="5C547001" w14:textId="77777777" w:rsidR="006F1904" w:rsidRPr="00CB7B5A" w:rsidRDefault="006F190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A61B7D" w14:textId="71A66117" w:rsidR="00302BAF" w:rsidRPr="0096340F" w:rsidRDefault="00172CBB" w:rsidP="0096340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340F">
        <w:rPr>
          <w:rFonts w:eastAsia="Calibri" w:cs="Times New Roman"/>
          <w:bCs/>
          <w:lang w:eastAsia="cs-CZ"/>
        </w:rPr>
        <w:t>Ve Zvláštních technických podmín</w:t>
      </w:r>
      <w:r w:rsidR="0096340F">
        <w:rPr>
          <w:rFonts w:eastAsia="Calibri" w:cs="Times New Roman"/>
          <w:bCs/>
          <w:lang w:eastAsia="cs-CZ"/>
        </w:rPr>
        <w:t>k</w:t>
      </w:r>
      <w:r w:rsidRPr="0096340F">
        <w:rPr>
          <w:rFonts w:eastAsia="Calibri" w:cs="Times New Roman"/>
          <w:bCs/>
          <w:lang w:eastAsia="cs-CZ"/>
        </w:rPr>
        <w:t xml:space="preserve">ách (ZTP) je uvedeno v části specifikace předmětu díla v bodě 1.1.2 následující citace: „Součástí stavby nebude SO 11-20-05 Most v km 100,665 z projektové dokumentace pro společné povolení stavby „Výstavba PZS v km 100,674 (P7961) na trati Brno – Vlárský průsmyk““, který byl realizován v roce 2023. </w:t>
      </w:r>
    </w:p>
    <w:p w14:paraId="3AFE7F37" w14:textId="77777777" w:rsidR="00093ABB" w:rsidRDefault="00093ABB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CD4993C" w14:textId="77777777" w:rsidR="00093ABB" w:rsidRDefault="00093ABB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9084526" w14:textId="3E8FA829" w:rsidR="00093ABB" w:rsidRPr="00093ABB" w:rsidRDefault="00093ABB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93ABB">
        <w:rPr>
          <w:rFonts w:eastAsia="Calibri" w:cs="Times New Roman"/>
          <w:b/>
          <w:lang w:eastAsia="cs-CZ"/>
        </w:rPr>
        <w:t>Dotaz č. 2:</w:t>
      </w:r>
    </w:p>
    <w:p w14:paraId="4537D2C4" w14:textId="571B83C9" w:rsidR="00093ABB" w:rsidRPr="00093ABB" w:rsidRDefault="00093ABB" w:rsidP="00CB7B5A">
      <w:pPr>
        <w:spacing w:after="0" w:line="240" w:lineRule="auto"/>
        <w:rPr>
          <w:rFonts w:eastAsia="Calibri" w:cs="Times New Roman"/>
          <w:lang w:eastAsia="cs-CZ"/>
        </w:rPr>
      </w:pPr>
      <w:r w:rsidRPr="00093ABB">
        <w:rPr>
          <w:rFonts w:eastAsia="Calibri" w:cs="Times New Roman"/>
          <w:lang w:eastAsia="cs-CZ"/>
        </w:rPr>
        <w:t>V informaci o zakázce (E-ZAK, SŽ a.s.) se píše, že Součástí stavby nebude SO 11-20-05 Most v km 100,665, který byl realizován v roce 2023, ale výkaz výměr k němu je součástí ZD. Bude tedy tento objekt součástí nabídky?</w:t>
      </w:r>
    </w:p>
    <w:p w14:paraId="40702F70" w14:textId="77777777" w:rsidR="00093ABB" w:rsidRDefault="00093ABB" w:rsidP="00CB7B5A">
      <w:pPr>
        <w:spacing w:after="0" w:line="240" w:lineRule="auto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</w:p>
    <w:p w14:paraId="555FDD3C" w14:textId="77BC469E" w:rsidR="00093ABB" w:rsidRPr="00093ABB" w:rsidRDefault="00093ABB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93ABB">
        <w:rPr>
          <w:rFonts w:eastAsia="Calibri" w:cs="Times New Roman"/>
          <w:b/>
          <w:lang w:eastAsia="cs-CZ"/>
        </w:rPr>
        <w:t>Odpověď:</w:t>
      </w:r>
    </w:p>
    <w:p w14:paraId="2335F0D5" w14:textId="5A5DC52B" w:rsidR="00093ABB" w:rsidRPr="0096340F" w:rsidRDefault="0043718A" w:rsidP="0096340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340F">
        <w:rPr>
          <w:rFonts w:eastAsia="Calibri" w:cs="Times New Roman"/>
          <w:bCs/>
          <w:lang w:eastAsia="cs-CZ"/>
        </w:rPr>
        <w:t xml:space="preserve">Na základě sdělení ve Zvláštních technických podmínkách (ZTP) nebude </w:t>
      </w:r>
      <w:r w:rsidR="00683B85" w:rsidRPr="0096340F">
        <w:rPr>
          <w:rFonts w:eastAsia="Calibri" w:cs="Times New Roman"/>
          <w:bCs/>
          <w:lang w:eastAsia="cs-CZ"/>
        </w:rPr>
        <w:t>SO 11-20-05 Most v km 100,665 součástí nabídky</w:t>
      </w:r>
      <w:r w:rsidRPr="0096340F">
        <w:rPr>
          <w:rFonts w:eastAsia="Calibri" w:cs="Times New Roman"/>
          <w:bCs/>
          <w:lang w:eastAsia="cs-CZ"/>
        </w:rPr>
        <w:t>, a proto zadavatel předkládá nový soupis prací bez tohoto SO</w:t>
      </w:r>
      <w:r w:rsidR="00683B85" w:rsidRPr="0096340F">
        <w:rPr>
          <w:rFonts w:eastAsia="Calibri" w:cs="Times New Roman"/>
          <w:bCs/>
          <w:lang w:eastAsia="cs-CZ"/>
        </w:rPr>
        <w:t>.</w:t>
      </w:r>
    </w:p>
    <w:p w14:paraId="7F11C39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9580D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24F1986" w14:textId="2450EE84" w:rsidR="0096340F" w:rsidRPr="0096340F" w:rsidRDefault="0096340F" w:rsidP="0096340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6340F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6340F">
        <w:rPr>
          <w:rFonts w:eastAsia="Times New Roman" w:cs="Times New Roman"/>
          <w:b/>
          <w:lang w:eastAsia="cs-CZ"/>
        </w:rPr>
        <w:t>změny/doplnění zadávací dokumentace</w:t>
      </w:r>
      <w:r w:rsidRPr="0096340F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96340F">
        <w:rPr>
          <w:rFonts w:eastAsia="Times New Roman" w:cs="Times New Roman"/>
          <w:lang w:eastAsia="cs-CZ"/>
        </w:rPr>
        <w:br/>
      </w:r>
      <w:r w:rsidRPr="0096340F">
        <w:rPr>
          <w:rFonts w:eastAsia="Times New Roman" w:cs="Times New Roman"/>
          <w:b/>
          <w:bCs/>
          <w:lang w:eastAsia="cs-CZ"/>
        </w:rPr>
        <w:t>15. 4. 2024</w:t>
      </w:r>
      <w:r w:rsidRPr="0096340F">
        <w:rPr>
          <w:rFonts w:eastAsia="Times New Roman" w:cs="Times New Roman"/>
          <w:lang w:eastAsia="cs-CZ"/>
        </w:rPr>
        <w:t xml:space="preserve"> na den </w:t>
      </w:r>
      <w:r w:rsidRPr="0096340F">
        <w:rPr>
          <w:rFonts w:eastAsia="Times New Roman" w:cs="Times New Roman"/>
          <w:b/>
          <w:bCs/>
          <w:lang w:eastAsia="cs-CZ"/>
        </w:rPr>
        <w:t>16. 4. 2024</w:t>
      </w:r>
      <w:r w:rsidRPr="0096340F">
        <w:rPr>
          <w:rFonts w:eastAsia="Times New Roman" w:cs="Times New Roman"/>
          <w:lang w:eastAsia="cs-CZ"/>
        </w:rPr>
        <w:t xml:space="preserve">. </w:t>
      </w:r>
    </w:p>
    <w:p w14:paraId="5A36352A" w14:textId="77777777" w:rsidR="00D159C0" w:rsidRPr="00CB7B5A" w:rsidRDefault="00D159C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C72F0D" w14:textId="6F669BCF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7F30656" w14:textId="328ECB5B" w:rsidR="00CB7B5A" w:rsidRPr="0096340F" w:rsidRDefault="00CB7B5A" w:rsidP="0096340F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96340F">
        <w:rPr>
          <w:rFonts w:eastAsia="Calibri" w:cs="Times New Roman"/>
          <w:b/>
          <w:bCs/>
          <w:lang w:eastAsia="cs-CZ"/>
        </w:rPr>
        <w:t xml:space="preserve">Příloha: </w:t>
      </w:r>
      <w:r w:rsidR="0096340F" w:rsidRPr="0096340F">
        <w:rPr>
          <w:rFonts w:eastAsia="Calibri" w:cs="Times New Roman"/>
          <w:bCs/>
          <w:lang w:eastAsia="cs-CZ"/>
        </w:rPr>
        <w:t>Soupis</w:t>
      </w:r>
      <w:r w:rsidR="0096340F">
        <w:rPr>
          <w:rFonts w:eastAsia="Calibri" w:cs="Times New Roman"/>
          <w:bCs/>
          <w:lang w:eastAsia="cs-CZ"/>
        </w:rPr>
        <w:t xml:space="preserve"> prací_zm01</w:t>
      </w: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36AB20C3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293FE8">
        <w:rPr>
          <w:rFonts w:eastAsia="Calibri" w:cs="Times New Roman"/>
          <w:lang w:eastAsia="cs-CZ"/>
        </w:rPr>
        <w:t>5. 4. 2024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0F8AF0A" w14:textId="2B1C2439" w:rsidR="00CC1E2B" w:rsidRPr="0096340F" w:rsidRDefault="00CB7B5A" w:rsidP="0096340F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RPr="0096340F" w:rsidSect="00E032DB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1595D" w14:textId="77777777" w:rsidR="00E032DB" w:rsidRDefault="00E032DB" w:rsidP="00962258">
      <w:pPr>
        <w:spacing w:after="0" w:line="240" w:lineRule="auto"/>
      </w:pPr>
      <w:r>
        <w:separator/>
      </w:r>
    </w:p>
  </w:endnote>
  <w:endnote w:type="continuationSeparator" w:id="0">
    <w:p w14:paraId="65410C08" w14:textId="77777777" w:rsidR="00E032DB" w:rsidRDefault="00E032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26CC912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71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71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0B9CE762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71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71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E6BAE" w14:textId="77777777" w:rsidR="00E032DB" w:rsidRDefault="00E032DB" w:rsidP="00962258">
      <w:pPr>
        <w:spacing w:after="0" w:line="240" w:lineRule="auto"/>
      </w:pPr>
      <w:r>
        <w:separator/>
      </w:r>
    </w:p>
  </w:footnote>
  <w:footnote w:type="continuationSeparator" w:id="0">
    <w:p w14:paraId="56B5E488" w14:textId="77777777" w:rsidR="00E032DB" w:rsidRDefault="00E032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605113903">
    <w:abstractNumId w:val="2"/>
  </w:num>
  <w:num w:numId="2" w16cid:durableId="228418901">
    <w:abstractNumId w:val="1"/>
  </w:num>
  <w:num w:numId="3" w16cid:durableId="1570580323">
    <w:abstractNumId w:val="3"/>
  </w:num>
  <w:num w:numId="4" w16cid:durableId="33359459">
    <w:abstractNumId w:val="5"/>
  </w:num>
  <w:num w:numId="5" w16cid:durableId="278490264">
    <w:abstractNumId w:val="0"/>
  </w:num>
  <w:num w:numId="6" w16cid:durableId="116034753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93ABB"/>
    <w:rsid w:val="000B1153"/>
    <w:rsid w:val="000B6C7E"/>
    <w:rsid w:val="000B7907"/>
    <w:rsid w:val="000C0429"/>
    <w:rsid w:val="000C45E8"/>
    <w:rsid w:val="00114472"/>
    <w:rsid w:val="00170EC5"/>
    <w:rsid w:val="00172CBB"/>
    <w:rsid w:val="001747C1"/>
    <w:rsid w:val="0018596A"/>
    <w:rsid w:val="001B69C2"/>
    <w:rsid w:val="001C4DA0"/>
    <w:rsid w:val="00207DF5"/>
    <w:rsid w:val="00267369"/>
    <w:rsid w:val="0026785D"/>
    <w:rsid w:val="00293FE8"/>
    <w:rsid w:val="002C31BF"/>
    <w:rsid w:val="002E0CD7"/>
    <w:rsid w:val="002F026B"/>
    <w:rsid w:val="00302BAF"/>
    <w:rsid w:val="00357BC6"/>
    <w:rsid w:val="0037111D"/>
    <w:rsid w:val="003956C6"/>
    <w:rsid w:val="003C5BE7"/>
    <w:rsid w:val="003E6924"/>
    <w:rsid w:val="003E6B9A"/>
    <w:rsid w:val="003E75CE"/>
    <w:rsid w:val="003F37AB"/>
    <w:rsid w:val="0041380F"/>
    <w:rsid w:val="004256E8"/>
    <w:rsid w:val="0043718A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83B85"/>
    <w:rsid w:val="006A5570"/>
    <w:rsid w:val="006A689C"/>
    <w:rsid w:val="006B3D79"/>
    <w:rsid w:val="006D3093"/>
    <w:rsid w:val="006E0578"/>
    <w:rsid w:val="006E314D"/>
    <w:rsid w:val="006E7F06"/>
    <w:rsid w:val="006F1904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340F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4256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9FE7A1D-068F-43D2-BA61-2A6B160C81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1</Pages>
  <Words>287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Přerovská Kamila, Ing.</cp:lastModifiedBy>
  <cp:revision>3</cp:revision>
  <cp:lastPrinted>2019-02-22T13:28:00Z</cp:lastPrinted>
  <dcterms:created xsi:type="dcterms:W3CDTF">2024-04-04T10:29:00Z</dcterms:created>
  <dcterms:modified xsi:type="dcterms:W3CDTF">2024-04-05T06:08:00Z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